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0A551" w14:textId="77777777" w:rsidR="006B6B2C" w:rsidRPr="00E615D2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14</w:t>
      </w:r>
    </w:p>
    <w:p w14:paraId="7B530F88" w14:textId="77777777"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14:paraId="3C87BF08" w14:textId="77777777"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14:paraId="3EB85BAA" w14:textId="77777777"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14:paraId="41A166B8" w14:textId="77777777"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67EE7224" w14:textId="77777777"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14:paraId="419DABFD" w14:textId="77777777"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14:paraId="58DBEBBD" w14:textId="77777777"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07EFA1E8" w14:textId="77777777"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0F22F882" w14:textId="77777777"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14:paraId="4BA441AF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7778A1B9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69E13D86" w14:textId="77777777" w:rsidR="00DD7B14" w:rsidRDefault="00DD7B14" w:rsidP="009A760C">
      <w:pPr>
        <w:jc w:val="both"/>
        <w:rPr>
          <w:rFonts w:ascii="Calibri" w:hAnsi="Calibri" w:cs="Calibri"/>
        </w:rPr>
      </w:pPr>
    </w:p>
    <w:p w14:paraId="01023FAF" w14:textId="77777777" w:rsidR="009164A5" w:rsidRDefault="009164A5" w:rsidP="009A760C">
      <w:pPr>
        <w:jc w:val="both"/>
        <w:rPr>
          <w:rFonts w:ascii="Calibri" w:hAnsi="Calibri" w:cs="Calibri"/>
        </w:rPr>
      </w:pPr>
    </w:p>
    <w:p w14:paraId="4E51D5AB" w14:textId="77777777" w:rsidR="009164A5" w:rsidRPr="009A760C" w:rsidRDefault="009164A5" w:rsidP="009A760C">
      <w:pPr>
        <w:jc w:val="both"/>
        <w:rPr>
          <w:rFonts w:ascii="Calibri" w:hAnsi="Calibri" w:cs="Calibri"/>
        </w:rPr>
      </w:pPr>
    </w:p>
    <w:p w14:paraId="347EEAB2" w14:textId="77777777" w:rsidR="009A760C" w:rsidRDefault="009A760C" w:rsidP="00390E47">
      <w:pPr>
        <w:rPr>
          <w:rFonts w:ascii="Calibri" w:hAnsi="Calibri" w:cs="Calibri"/>
          <w:b/>
        </w:rPr>
      </w:pPr>
    </w:p>
    <w:p w14:paraId="03FE9159" w14:textId="77777777" w:rsidR="000E59DA" w:rsidRPr="00695B5E" w:rsidRDefault="000E59DA" w:rsidP="00390E47">
      <w:pPr>
        <w:rPr>
          <w:rFonts w:ascii="Calibri" w:hAnsi="Calibri" w:cs="Calibri"/>
          <w:b/>
        </w:rPr>
      </w:pPr>
    </w:p>
    <w:p w14:paraId="581ABF46" w14:textId="77777777"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14:paraId="1528C643" w14:textId="77777777"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14:paraId="584AA60C" w14:textId="77777777" w:rsidR="00E66501" w:rsidRDefault="00E66501" w:rsidP="00390E47">
      <w:pPr>
        <w:jc w:val="both"/>
        <w:rPr>
          <w:rFonts w:ascii="Calibri" w:hAnsi="Calibri" w:cs="Calibri"/>
        </w:rPr>
      </w:pPr>
    </w:p>
    <w:p w14:paraId="42D0EC8E" w14:textId="77777777" w:rsidR="00B71552" w:rsidRDefault="00B71552" w:rsidP="00390E47">
      <w:pPr>
        <w:jc w:val="both"/>
        <w:rPr>
          <w:rFonts w:ascii="Calibri" w:hAnsi="Calibri" w:cs="Calibri"/>
        </w:rPr>
      </w:pPr>
    </w:p>
    <w:p w14:paraId="640FE763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p w14:paraId="512CBF12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14:paraId="2187ADF3" w14:textId="77777777" w:rsidTr="00CE7A19">
        <w:trPr>
          <w:tblHeader/>
        </w:trPr>
        <w:tc>
          <w:tcPr>
            <w:tcW w:w="567" w:type="dxa"/>
            <w:shd w:val="clear" w:color="auto" w:fill="auto"/>
          </w:tcPr>
          <w:p w14:paraId="3CAAE3EA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61B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D3C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EC179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2370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497E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53753D64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FE44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67D9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14:paraId="56C20EC6" w14:textId="77777777" w:rsidTr="00CE7A19">
        <w:tc>
          <w:tcPr>
            <w:tcW w:w="567" w:type="dxa"/>
            <w:shd w:val="clear" w:color="auto" w:fill="auto"/>
          </w:tcPr>
          <w:p w14:paraId="6D290D01" w14:textId="77777777"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5AE4D560" w14:textId="77777777"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elor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14:paraId="17DAA103" w14:textId="77777777"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95FC176" w14:textId="77777777" w:rsidR="0092458F" w:rsidRPr="00B05D01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B05D01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298DAFC0" w14:textId="77777777" w:rsidR="00A40D00" w:rsidRPr="00B05D01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05D01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14:paraId="3B9C1119" w14:textId="0F5877C0" w:rsidR="0092458F" w:rsidRPr="00B05D01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D82C57" w:rsidRPr="00B05D01">
              <w:rPr>
                <w:rFonts w:ascii="Calibri" w:hAnsi="Calibri" w:cs="Calibri"/>
                <w:sz w:val="22"/>
                <w:szCs w:val="22"/>
              </w:rPr>
              <w:t>achiziție</w:t>
            </w:r>
            <w:bookmarkStart w:id="0" w:name="_GoBack"/>
            <w:bookmarkEnd w:id="0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6D48B655" w14:textId="77777777" w:rsidR="0092458F" w:rsidRPr="00B05D01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1987DB4F" w14:textId="77777777"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BF52611" w14:textId="77777777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6436" w:rsidRPr="00B7289C" w14:paraId="6C725F05" w14:textId="77777777" w:rsidTr="003E516E">
        <w:tc>
          <w:tcPr>
            <w:tcW w:w="567" w:type="dxa"/>
            <w:shd w:val="clear" w:color="auto" w:fill="auto"/>
          </w:tcPr>
          <w:p w14:paraId="6DBDAF66" w14:textId="77777777" w:rsidR="009E6436" w:rsidRPr="00E9188B" w:rsidRDefault="00853563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20FEC45B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</w:t>
            </w:r>
            <w:r w:rsidR="00817E49">
              <w:rPr>
                <w:rFonts w:ascii="Calibri" w:hAnsi="Calibri" w:cs="Calibri"/>
                <w:sz w:val="22"/>
                <w:szCs w:val="22"/>
              </w:rPr>
              <w:t xml:space="preserve"> (doar pe</w:t>
            </w:r>
            <w:r w:rsidR="005B4667">
              <w:rPr>
                <w:rFonts w:ascii="Calibri" w:hAnsi="Calibri" w:cs="Calibri"/>
                <w:sz w:val="22"/>
                <w:szCs w:val="22"/>
              </w:rPr>
              <w:t>n</w:t>
            </w:r>
            <w:r w:rsidR="00817E49">
              <w:rPr>
                <w:rFonts w:ascii="Calibri" w:hAnsi="Calibri" w:cs="Calibri"/>
                <w:sz w:val="22"/>
                <w:szCs w:val="22"/>
              </w:rPr>
              <w:t>tru proiectele care prev</w:t>
            </w:r>
            <w:r w:rsidR="005B4667">
              <w:rPr>
                <w:rFonts w:ascii="Calibri" w:hAnsi="Calibri" w:cs="Calibri"/>
                <w:sz w:val="22"/>
                <w:szCs w:val="22"/>
              </w:rPr>
              <w:t>ăd lucrări de construcții, indiferent dacă se supun sau nu autorizării</w:t>
            </w:r>
            <w:r w:rsidR="00817E4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68BFAAE7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1C0C4393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1D892836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1D84FDF" w14:textId="7AF6CB00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r w:rsidR="00D82C57" w:rsidRPr="00E9188B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14:paraId="527CF6F3" w14:textId="5EED38AA" w:rsidR="003B3462" w:rsidRPr="00CB171B" w:rsidRDefault="00753B74" w:rsidP="003B346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CB171B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CB171B">
              <w:rPr>
                <w:rFonts w:ascii="Calibri" w:hAnsi="Calibri" w:cs="Calibri"/>
                <w:sz w:val="22"/>
                <w:szCs w:val="22"/>
              </w:rPr>
              <w:t xml:space="preserve"> de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272F8">
              <w:rPr>
                <w:rFonts w:ascii="Calibri" w:hAnsi="Calibri" w:cs="Calibri"/>
                <w:sz w:val="22"/>
                <w:szCs w:val="22"/>
              </w:rPr>
              <w:t>3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luni de la semnarea contractului de </w:t>
            </w:r>
          </w:p>
          <w:p w14:paraId="1F1AB96C" w14:textId="77777777" w:rsidR="00666EE0" w:rsidRPr="00CB171B" w:rsidRDefault="003B3462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5F482259" w14:textId="77777777" w:rsidR="009E6436" w:rsidRPr="00CB171B" w:rsidRDefault="00666EE0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D5AA06C" w14:textId="77777777" w:rsidR="009E6436" w:rsidRPr="00E9188B" w:rsidRDefault="00666EE0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48C9453F" w14:textId="77777777"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14:paraId="72C751D0" w14:textId="77777777" w:rsidTr="003E516E">
        <w:tc>
          <w:tcPr>
            <w:tcW w:w="567" w:type="dxa"/>
            <w:shd w:val="clear" w:color="auto" w:fill="auto"/>
          </w:tcPr>
          <w:p w14:paraId="7AB43A8C" w14:textId="77777777" w:rsidR="00E9188B" w:rsidRPr="00E9188B" w:rsidRDefault="00853563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6F371740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echipamente (doar pentru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14:paraId="2F83DEF9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10DBF82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14:paraId="3778E240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38C8D30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14:paraId="32113F68" w14:textId="10D21EC1"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CB171B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CB171B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="008272F8">
              <w:rPr>
                <w:rFonts w:ascii="Calibri" w:hAnsi="Calibri" w:cs="Calibri"/>
                <w:sz w:val="22"/>
                <w:szCs w:val="22"/>
              </w:rPr>
              <w:t>2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 luni de la semnarea contractului de </w:t>
            </w:r>
          </w:p>
          <w:p w14:paraId="5ABA51DF" w14:textId="77777777"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38E3B0BA" w14:textId="77777777"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11FFABCF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186EEEAE" w14:textId="77777777"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14:paraId="46CBC45C" w14:textId="77777777" w:rsidTr="00CE7A19">
        <w:tc>
          <w:tcPr>
            <w:tcW w:w="567" w:type="dxa"/>
            <w:shd w:val="clear" w:color="auto" w:fill="auto"/>
          </w:tcPr>
          <w:p w14:paraId="639A9923" w14:textId="77777777" w:rsidR="00E9188B" w:rsidRPr="00B97179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C83B" w14:textId="77777777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229B4438" w14:textId="77777777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3994E871" w14:textId="259A4D37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minim </w:t>
            </w:r>
            <w:r w:rsidR="0090484E">
              <w:rPr>
                <w:rFonts w:ascii="Calibri" w:hAnsi="Calibri" w:cs="Calibri"/>
                <w:sz w:val="22"/>
                <w:szCs w:val="22"/>
              </w:rPr>
              <w:t>50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% din</w:t>
            </w:r>
          </w:p>
          <w:p w14:paraId="20A61790" w14:textId="1895CFC1"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</w:t>
            </w:r>
            <w:r w:rsidR="0090484E">
              <w:rPr>
                <w:rFonts w:ascii="Calibri" w:hAnsi="Calibri" w:cs="Calibri"/>
                <w:sz w:val="22"/>
                <w:szCs w:val="22"/>
              </w:rPr>
              <w:t>de CD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A0FE" w14:textId="77777777"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7746F428" w14:textId="28C48623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Depunerea spre decontare la AM PR Centru de cereri de rambursare/plată în cuantum de </w:t>
            </w:r>
            <w:r w:rsidR="00622307">
              <w:rPr>
                <w:rFonts w:ascii="Calibri" w:hAnsi="Calibri" w:cs="Calibri"/>
                <w:sz w:val="22"/>
                <w:szCs w:val="22"/>
              </w:rPr>
              <w:t>50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% din activitatea de </w:t>
            </w:r>
            <w:r w:rsidR="00622307">
              <w:rPr>
                <w:rFonts w:ascii="Calibri" w:hAnsi="Calibri" w:cs="Calibri"/>
                <w:sz w:val="22"/>
                <w:szCs w:val="22"/>
              </w:rPr>
              <w:t>CD</w:t>
            </w:r>
          </w:p>
        </w:tc>
        <w:tc>
          <w:tcPr>
            <w:tcW w:w="2410" w:type="dxa"/>
            <w:shd w:val="clear" w:color="auto" w:fill="auto"/>
          </w:tcPr>
          <w:p w14:paraId="78119219" w14:textId="77777777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551EB4C1" w14:textId="2225A19F" w:rsidR="00E9188B" w:rsidRPr="00CB085A" w:rsidRDefault="00E9188B" w:rsidP="00B971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dar nu mai </w:t>
            </w:r>
            <w:r w:rsidR="0047720B" w:rsidRPr="00CB085A">
              <w:rPr>
                <w:rFonts w:ascii="Calibri" w:hAnsi="Calibri" w:cs="Calibri"/>
                <w:sz w:val="22"/>
                <w:szCs w:val="22"/>
              </w:rPr>
              <w:t>târziu</w:t>
            </w:r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="00B97179" w:rsidRPr="00B97179">
              <w:rPr>
                <w:rFonts w:ascii="Calibri" w:hAnsi="Calibri" w:cs="Calibri"/>
                <w:sz w:val="22"/>
                <w:szCs w:val="22"/>
              </w:rPr>
              <w:t>1</w:t>
            </w:r>
            <w:r w:rsidR="00B97179">
              <w:rPr>
                <w:rFonts w:ascii="Calibri" w:hAnsi="Calibri" w:cs="Calibri"/>
                <w:sz w:val="22"/>
                <w:szCs w:val="22"/>
              </w:rPr>
              <w:t>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</w:p>
        </w:tc>
        <w:tc>
          <w:tcPr>
            <w:tcW w:w="1985" w:type="dxa"/>
            <w:shd w:val="clear" w:color="auto" w:fill="auto"/>
          </w:tcPr>
          <w:p w14:paraId="16092AB4" w14:textId="77777777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78B80604" w14:textId="77777777"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484E" w:rsidRPr="00B7289C" w14:paraId="2BD3A629" w14:textId="77777777" w:rsidTr="00CE7A19">
        <w:tc>
          <w:tcPr>
            <w:tcW w:w="567" w:type="dxa"/>
            <w:shd w:val="clear" w:color="auto" w:fill="auto"/>
          </w:tcPr>
          <w:p w14:paraId="2FA24B9F" w14:textId="719A3DAC" w:rsidR="0090484E" w:rsidRPr="00B97179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D454" w14:textId="7F8D05FB" w:rsidR="0090484E" w:rsidRPr="00B97179" w:rsidRDefault="0090484E" w:rsidP="0090484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Demararea activității de cercetare-dezvoltare</w:t>
            </w:r>
            <w:r w:rsidR="007E3581">
              <w:rPr>
                <w:rFonts w:ascii="Calibri" w:hAnsi="Calibri" w:cs="Calibri"/>
                <w:sz w:val="22"/>
                <w:szCs w:val="22"/>
              </w:rPr>
              <w:t>- etapa 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4B86" w14:textId="20E6342B" w:rsidR="0090484E" w:rsidRPr="00B97179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3A56FF37" w14:textId="6D939470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Notificarea AM PR Centru cu privire la demararea activității de CD</w:t>
            </w:r>
          </w:p>
        </w:tc>
        <w:tc>
          <w:tcPr>
            <w:tcW w:w="2410" w:type="dxa"/>
            <w:shd w:val="clear" w:color="auto" w:fill="auto"/>
          </w:tcPr>
          <w:p w14:paraId="3689B748" w14:textId="5403619A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cu privire la demararea </w:t>
            </w:r>
            <w:r w:rsidR="0047720B">
              <w:rPr>
                <w:rFonts w:ascii="Calibri" w:hAnsi="Calibri" w:cs="Calibri"/>
                <w:sz w:val="22"/>
                <w:szCs w:val="22"/>
              </w:rPr>
              <w:t>activității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de CD</w:t>
            </w:r>
          </w:p>
        </w:tc>
        <w:tc>
          <w:tcPr>
            <w:tcW w:w="2693" w:type="dxa"/>
            <w:shd w:val="clear" w:color="auto" w:fill="auto"/>
          </w:tcPr>
          <w:p w14:paraId="5C490A17" w14:textId="1E73744B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</w:t>
            </w:r>
            <w:r w:rsidR="0047720B" w:rsidRPr="00CB085A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</w:t>
            </w:r>
          </w:p>
        </w:tc>
        <w:tc>
          <w:tcPr>
            <w:tcW w:w="1985" w:type="dxa"/>
            <w:shd w:val="clear" w:color="auto" w:fill="auto"/>
          </w:tcPr>
          <w:p w14:paraId="7914F263" w14:textId="349BD1A4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33A3BE98" w14:textId="77777777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484E" w:rsidRPr="00B7289C" w14:paraId="28B65E60" w14:textId="77777777" w:rsidTr="00CE7A19">
        <w:tc>
          <w:tcPr>
            <w:tcW w:w="567" w:type="dxa"/>
            <w:shd w:val="clear" w:color="auto" w:fill="auto"/>
          </w:tcPr>
          <w:p w14:paraId="1238CF79" w14:textId="4B87B80D" w:rsidR="0090484E" w:rsidRPr="00B97179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0477" w14:textId="77777777" w:rsidR="0090484E" w:rsidRPr="00B97179" w:rsidRDefault="0090484E" w:rsidP="009048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38C402DA" w14:textId="77777777" w:rsidR="0090484E" w:rsidRPr="00B97179" w:rsidRDefault="0090484E" w:rsidP="009048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52AE32D2" w14:textId="2A1A6743" w:rsidR="0090484E" w:rsidRPr="00B97179" w:rsidRDefault="0090484E" w:rsidP="009048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minim </w:t>
            </w:r>
            <w:r>
              <w:rPr>
                <w:rFonts w:ascii="Calibri" w:hAnsi="Calibri" w:cs="Calibri"/>
                <w:sz w:val="22"/>
                <w:szCs w:val="22"/>
              </w:rPr>
              <w:t>100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% din</w:t>
            </w:r>
          </w:p>
          <w:p w14:paraId="7FE08305" w14:textId="1B723D88" w:rsidR="0090484E" w:rsidRPr="00B97179" w:rsidRDefault="0090484E" w:rsidP="009048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de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CD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definită conform prevederilor Ghidului solicitantului</w:t>
            </w:r>
            <w:r w:rsidR="00CA5993">
              <w:rPr>
                <w:rFonts w:ascii="Calibri" w:hAnsi="Calibri" w:cs="Calibri"/>
                <w:sz w:val="22"/>
                <w:szCs w:val="22"/>
              </w:rPr>
              <w:t>- etapa 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43C3" w14:textId="77777777" w:rsidR="0090484E" w:rsidRPr="00B97179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5BA76DE0" w14:textId="0317DB27" w:rsidR="0090484E" w:rsidRPr="00B97179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Depunerea spre decontare la AM PR Centru de cereri de rambursare/plată în cuantum de </w:t>
            </w:r>
            <w:r w:rsidR="00622307">
              <w:rPr>
                <w:rFonts w:ascii="Calibri" w:hAnsi="Calibri" w:cs="Calibri"/>
                <w:sz w:val="22"/>
                <w:szCs w:val="22"/>
              </w:rPr>
              <w:t>100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% din activitatea de </w:t>
            </w:r>
            <w:r w:rsidR="00622307">
              <w:rPr>
                <w:rFonts w:ascii="Calibri" w:hAnsi="Calibri" w:cs="Calibri"/>
                <w:sz w:val="22"/>
                <w:szCs w:val="22"/>
              </w:rPr>
              <w:t>CD</w:t>
            </w:r>
          </w:p>
        </w:tc>
        <w:tc>
          <w:tcPr>
            <w:tcW w:w="2410" w:type="dxa"/>
            <w:shd w:val="clear" w:color="auto" w:fill="auto"/>
          </w:tcPr>
          <w:p w14:paraId="412F02A4" w14:textId="77777777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4385265E" w14:textId="77777777" w:rsidR="0090484E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61DC75A" w14:textId="68553862" w:rsidR="0090484E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C3CE8">
              <w:rPr>
                <w:rFonts w:ascii="Calibri" w:hAnsi="Calibri" w:cs="Calibri"/>
                <w:sz w:val="22"/>
                <w:szCs w:val="22"/>
              </w:rPr>
              <w:t>18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pentru proiectele care vizează și lucrări de construcții</w:t>
            </w:r>
          </w:p>
          <w:p w14:paraId="1F75B46B" w14:textId="7D1C4266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5C3CE8"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luni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pentru proiectele care vizează achiziție de echipamente</w:t>
            </w:r>
          </w:p>
        </w:tc>
        <w:tc>
          <w:tcPr>
            <w:tcW w:w="1985" w:type="dxa"/>
            <w:shd w:val="clear" w:color="auto" w:fill="auto"/>
          </w:tcPr>
          <w:p w14:paraId="492D3303" w14:textId="77777777" w:rsidR="0090484E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  <w:p w14:paraId="019735DB" w14:textId="260169F4" w:rsidR="00CA5993" w:rsidRPr="00CB085A" w:rsidRDefault="00CA5993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CA5993">
              <w:rPr>
                <w:rFonts w:ascii="Calibri" w:hAnsi="Calibri" w:cs="Calibri"/>
                <w:sz w:val="22"/>
                <w:szCs w:val="22"/>
              </w:rPr>
              <w:t>aportul de vizită la locația de implementare a proiectului</w:t>
            </w:r>
          </w:p>
        </w:tc>
        <w:tc>
          <w:tcPr>
            <w:tcW w:w="1417" w:type="dxa"/>
            <w:shd w:val="clear" w:color="auto" w:fill="auto"/>
          </w:tcPr>
          <w:p w14:paraId="20F9C2E4" w14:textId="77777777" w:rsidR="0090484E" w:rsidRPr="00CB085A" w:rsidRDefault="0090484E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3CE8" w:rsidRPr="00AC4BE0" w14:paraId="5ACF5098" w14:textId="77777777" w:rsidTr="00CE7A19">
        <w:tc>
          <w:tcPr>
            <w:tcW w:w="567" w:type="dxa"/>
            <w:shd w:val="clear" w:color="auto" w:fill="auto"/>
          </w:tcPr>
          <w:p w14:paraId="40ACCE93" w14:textId="4CD61172" w:rsidR="005C3CE8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7.</w:t>
            </w:r>
          </w:p>
        </w:tc>
        <w:tc>
          <w:tcPr>
            <w:tcW w:w="2099" w:type="dxa"/>
            <w:shd w:val="clear" w:color="auto" w:fill="auto"/>
          </w:tcPr>
          <w:p w14:paraId="407DBAEA" w14:textId="23670B9D" w:rsidR="005C3CE8" w:rsidRPr="00E9188B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Îndeplinire indicatori de realizare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 rezultatelor aferente etapei 1 </w:t>
            </w:r>
          </w:p>
        </w:tc>
        <w:tc>
          <w:tcPr>
            <w:tcW w:w="1162" w:type="dxa"/>
            <w:shd w:val="clear" w:color="auto" w:fill="auto"/>
          </w:tcPr>
          <w:p w14:paraId="327870DC" w14:textId="287910AC" w:rsidR="005C3CE8" w:rsidRPr="00E9188B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Calitativ, Cantitativ, </w:t>
            </w:r>
          </w:p>
        </w:tc>
        <w:tc>
          <w:tcPr>
            <w:tcW w:w="2268" w:type="dxa"/>
            <w:shd w:val="clear" w:color="auto" w:fill="auto"/>
          </w:tcPr>
          <w:p w14:paraId="268E6349" w14:textId="77777777" w:rsidR="00030D1A" w:rsidRDefault="005C3CE8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</w:t>
            </w:r>
            <w:r w:rsidR="007E3581">
              <w:rPr>
                <w:rFonts w:ascii="Calibri" w:hAnsi="Calibri" w:cs="Calibri"/>
                <w:sz w:val="22"/>
                <w:szCs w:val="22"/>
              </w:rPr>
              <w:t xml:space="preserve"> a</w:t>
            </w:r>
            <w:r w:rsidR="00030D1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CFAD933" w14:textId="53B1DF4B" w:rsidR="005C3CE8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  <w:r w:rsidR="007E3581" w:rsidRPr="00030D1A">
              <w:rPr>
                <w:rFonts w:ascii="Calibri" w:hAnsi="Calibri" w:cs="Calibri"/>
                <w:sz w:val="22"/>
                <w:szCs w:val="22"/>
              </w:rPr>
              <w:t>Raportului de maturitate tehnologica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-etapa 1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6FB38D98" w14:textId="7A84E0E9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  <w:r>
              <w:t xml:space="preserve"> 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Livrabil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TRL 6</w:t>
            </w:r>
            <w:r w:rsidRPr="00030D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  <w:r w:rsidRPr="00030D1A">
              <w:rPr>
                <w:rFonts w:ascii="Calibri" w:hAnsi="Calibri" w:cs="Calibri"/>
                <w:sz w:val="22"/>
                <w:szCs w:val="22"/>
              </w:rPr>
              <w:t xml:space="preserve"> informații asupra testelor, eventualele efecte de scară, și interpretarea posibilelor diferențe induse de acestea în raport cu situația aplicației concrete.</w:t>
            </w:r>
          </w:p>
          <w:p w14:paraId="403317B1" w14:textId="5B64B1DC" w:rsidR="00751D50" w:rsidRPr="00030D1A" w:rsidRDefault="00751D50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</w:t>
            </w:r>
            <w:r>
              <w:t xml:space="preserve"> </w:t>
            </w:r>
            <w:r w:rsidRPr="00751D50">
              <w:rPr>
                <w:rFonts w:ascii="Calibri" w:hAnsi="Calibri" w:cs="Calibri"/>
                <w:sz w:val="22"/>
                <w:szCs w:val="22"/>
              </w:rPr>
              <w:t xml:space="preserve">Dovada </w:t>
            </w:r>
            <w:proofErr w:type="spellStart"/>
            <w:r w:rsidRPr="00751D50">
              <w:rPr>
                <w:rFonts w:ascii="Calibri" w:hAnsi="Calibri" w:cs="Calibri"/>
                <w:sz w:val="22"/>
                <w:szCs w:val="22"/>
              </w:rPr>
              <w:t>publicarii</w:t>
            </w:r>
            <w:proofErr w:type="spellEnd"/>
            <w:r w:rsidRPr="00751D50">
              <w:rPr>
                <w:rFonts w:ascii="Calibri" w:hAnsi="Calibri" w:cs="Calibri"/>
                <w:sz w:val="22"/>
                <w:szCs w:val="22"/>
              </w:rPr>
              <w:t xml:space="preserve"> a rezultatului </w:t>
            </w:r>
            <w:proofErr w:type="spellStart"/>
            <w:r w:rsidRPr="00751D50">
              <w:rPr>
                <w:rFonts w:ascii="Calibri" w:hAnsi="Calibri" w:cs="Calibri"/>
                <w:sz w:val="22"/>
                <w:szCs w:val="22"/>
              </w:rPr>
              <w:t>cercetarii</w:t>
            </w:r>
            <w:proofErr w:type="spellEnd"/>
            <w:r w:rsidRPr="00751D50">
              <w:rPr>
                <w:rFonts w:ascii="Calibri" w:hAnsi="Calibri" w:cs="Calibri"/>
                <w:sz w:val="22"/>
                <w:szCs w:val="22"/>
              </w:rPr>
              <w:t xml:space="preserve"> în reviste de specialitate</w:t>
            </w:r>
          </w:p>
          <w:p w14:paraId="518E7732" w14:textId="749E8CB8" w:rsidR="00030D1A" w:rsidRPr="00E9188B" w:rsidRDefault="00030D1A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17F99BF" w14:textId="18B5D446" w:rsidR="005C3CE8" w:rsidRPr="00E9188B" w:rsidRDefault="007E3581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</w:t>
            </w:r>
            <w:r w:rsidRPr="007E3581">
              <w:rPr>
                <w:rFonts w:ascii="Calibri" w:hAnsi="Calibri" w:cs="Calibri"/>
                <w:sz w:val="22"/>
                <w:szCs w:val="22"/>
              </w:rPr>
              <w:t xml:space="preserve">Raportului de </w:t>
            </w:r>
            <w:proofErr w:type="spellStart"/>
            <w:r w:rsidRPr="007E3581">
              <w:rPr>
                <w:rFonts w:ascii="Calibri" w:hAnsi="Calibri" w:cs="Calibri"/>
                <w:sz w:val="22"/>
                <w:szCs w:val="22"/>
              </w:rPr>
              <w:t>maturita</w:t>
            </w:r>
            <w:proofErr w:type="spellEnd"/>
            <w:r w:rsidRPr="007E3581">
              <w:rPr>
                <w:rFonts w:ascii="Calibri" w:hAnsi="Calibri" w:cs="Calibri"/>
                <w:sz w:val="22"/>
                <w:szCs w:val="22"/>
              </w:rPr>
              <w:t>-te tehnologica</w:t>
            </w:r>
            <w:r w:rsidR="00030D1A">
              <w:rPr>
                <w:rFonts w:ascii="Calibri" w:hAnsi="Calibri" w:cs="Calibri"/>
                <w:sz w:val="22"/>
                <w:szCs w:val="22"/>
              </w:rPr>
              <w:t xml:space="preserve"> si a Livrabilului TRL 6</w:t>
            </w:r>
          </w:p>
        </w:tc>
        <w:tc>
          <w:tcPr>
            <w:tcW w:w="2693" w:type="dxa"/>
            <w:shd w:val="clear" w:color="auto" w:fill="auto"/>
          </w:tcPr>
          <w:p w14:paraId="6F7031F6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Se va completa de benefici-ar, dar nu mai târziu de:</w:t>
            </w:r>
          </w:p>
          <w:p w14:paraId="3E39924B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vi-</w:t>
            </w:r>
            <w:proofErr w:type="spellStart"/>
            <w:r w:rsidRPr="007E3581">
              <w:rPr>
                <w:rFonts w:ascii="Calibri" w:hAnsi="Calibri" w:cs="Calibri"/>
                <w:sz w:val="22"/>
                <w:szCs w:val="22"/>
              </w:rPr>
              <w:t>zează</w:t>
            </w:r>
            <w:proofErr w:type="spellEnd"/>
            <w:r w:rsidRPr="007E3581">
              <w:rPr>
                <w:rFonts w:ascii="Calibri" w:hAnsi="Calibri" w:cs="Calibri"/>
                <w:sz w:val="22"/>
                <w:szCs w:val="22"/>
              </w:rPr>
              <w:t xml:space="preserve"> și lucrări de </w:t>
            </w:r>
            <w:proofErr w:type="spellStart"/>
            <w:r w:rsidRPr="007E3581">
              <w:rPr>
                <w:rFonts w:ascii="Calibri" w:hAnsi="Calibri" w:cs="Calibri"/>
                <w:sz w:val="22"/>
                <w:szCs w:val="22"/>
              </w:rPr>
              <w:t>construc</w:t>
            </w:r>
            <w:proofErr w:type="spellEnd"/>
            <w:r w:rsidRPr="007E3581">
              <w:rPr>
                <w:rFonts w:ascii="Calibri" w:hAnsi="Calibri" w:cs="Calibri"/>
                <w:sz w:val="22"/>
                <w:szCs w:val="22"/>
              </w:rPr>
              <w:t>-ții</w:t>
            </w:r>
          </w:p>
          <w:p w14:paraId="773A1365" w14:textId="79C275FF" w:rsidR="005C3CE8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-14 luni de la semnarea contractului de finanțare pentru proiectele care vizează achiziție de echipa-mente</w:t>
            </w:r>
          </w:p>
        </w:tc>
        <w:tc>
          <w:tcPr>
            <w:tcW w:w="1985" w:type="dxa"/>
            <w:shd w:val="clear" w:color="auto" w:fill="auto"/>
          </w:tcPr>
          <w:p w14:paraId="5D0A4D93" w14:textId="77777777" w:rsidR="005C3CE8" w:rsidRDefault="00030D1A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30D1A">
              <w:rPr>
                <w:rFonts w:ascii="Calibri" w:hAnsi="Calibri" w:cs="Calibri"/>
                <w:sz w:val="22"/>
                <w:szCs w:val="22"/>
              </w:rPr>
              <w:t>Raportului de maturitate tehnologica</w:t>
            </w:r>
          </w:p>
          <w:p w14:paraId="535D4B84" w14:textId="3B6EF058" w:rsidR="00030D1A" w:rsidRDefault="00030D1A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30D1A">
              <w:rPr>
                <w:rFonts w:ascii="Calibri" w:hAnsi="Calibri" w:cs="Calibri"/>
                <w:sz w:val="22"/>
                <w:szCs w:val="22"/>
              </w:rPr>
              <w:t xml:space="preserve">Livrabil TRL 6 : </w:t>
            </w:r>
            <w:proofErr w:type="spellStart"/>
            <w:r w:rsidRPr="00030D1A">
              <w:rPr>
                <w:rFonts w:ascii="Calibri" w:hAnsi="Calibri" w:cs="Calibri"/>
                <w:sz w:val="22"/>
                <w:szCs w:val="22"/>
              </w:rPr>
              <w:t>infor</w:t>
            </w:r>
            <w:proofErr w:type="spellEnd"/>
            <w:r w:rsidRPr="00030D1A">
              <w:rPr>
                <w:rFonts w:ascii="Calibri" w:hAnsi="Calibri" w:cs="Calibri"/>
                <w:sz w:val="22"/>
                <w:szCs w:val="22"/>
              </w:rPr>
              <w:t>-mații asupra testelor, eventualele efecte de scară, și interpretarea posibilelor diferențe induse de acestea în raport cu situația aplicației concrete</w:t>
            </w:r>
          </w:p>
          <w:p w14:paraId="0A06EFD3" w14:textId="2A0742CD" w:rsidR="00751D50" w:rsidRPr="00E9188B" w:rsidRDefault="00751D50" w:rsidP="0090484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51D50">
              <w:rPr>
                <w:rFonts w:ascii="Calibri" w:hAnsi="Calibri" w:cs="Calibri"/>
                <w:sz w:val="22"/>
                <w:szCs w:val="22"/>
              </w:rPr>
              <w:t xml:space="preserve">Dovada </w:t>
            </w:r>
            <w:proofErr w:type="spellStart"/>
            <w:r w:rsidRPr="00751D50">
              <w:rPr>
                <w:rFonts w:ascii="Calibri" w:hAnsi="Calibri" w:cs="Calibri"/>
                <w:sz w:val="22"/>
                <w:szCs w:val="22"/>
              </w:rPr>
              <w:t>publicarii</w:t>
            </w:r>
            <w:proofErr w:type="spellEnd"/>
            <w:r w:rsidRPr="00751D50">
              <w:rPr>
                <w:rFonts w:ascii="Calibri" w:hAnsi="Calibri" w:cs="Calibri"/>
                <w:sz w:val="22"/>
                <w:szCs w:val="22"/>
              </w:rPr>
              <w:t xml:space="preserve"> a rezultatului </w:t>
            </w:r>
            <w:proofErr w:type="spellStart"/>
            <w:r w:rsidRPr="00751D50">
              <w:rPr>
                <w:rFonts w:ascii="Calibri" w:hAnsi="Calibri" w:cs="Calibri"/>
                <w:sz w:val="22"/>
                <w:szCs w:val="22"/>
              </w:rPr>
              <w:t>cercetarii</w:t>
            </w:r>
            <w:proofErr w:type="spellEnd"/>
            <w:r w:rsidRPr="00751D50">
              <w:rPr>
                <w:rFonts w:ascii="Calibri" w:hAnsi="Calibri" w:cs="Calibri"/>
                <w:sz w:val="22"/>
                <w:szCs w:val="22"/>
              </w:rPr>
              <w:t xml:space="preserve"> în reviste de specialitate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7D0B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Etapa 1 se concretizează cu o tehnologie demonstrată din punct de vedere al funcționalității, în mediul</w:t>
            </w:r>
          </w:p>
          <w:p w14:paraId="472B14F2" w14:textId="7E3C0082" w:rsidR="005C3CE8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industrial (nivel de maturitate tehnologică TRL 6).</w:t>
            </w:r>
          </w:p>
        </w:tc>
      </w:tr>
      <w:tr w:rsidR="007E3581" w:rsidRPr="00AC4BE0" w14:paraId="0E93DF8E" w14:textId="77777777" w:rsidTr="00CE7A19">
        <w:tc>
          <w:tcPr>
            <w:tcW w:w="567" w:type="dxa"/>
            <w:shd w:val="clear" w:color="auto" w:fill="auto"/>
          </w:tcPr>
          <w:p w14:paraId="04BFD53F" w14:textId="010D35FD" w:rsid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2099" w:type="dxa"/>
            <w:shd w:val="clear" w:color="auto" w:fill="auto"/>
          </w:tcPr>
          <w:p w14:paraId="4E649625" w14:textId="7B162774" w:rsidR="007E3581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Demararea activității de cercetare-dezvoltare-etapa 2</w:t>
            </w:r>
          </w:p>
        </w:tc>
        <w:tc>
          <w:tcPr>
            <w:tcW w:w="1162" w:type="dxa"/>
            <w:shd w:val="clear" w:color="auto" w:fill="auto"/>
          </w:tcPr>
          <w:p w14:paraId="03E0F57E" w14:textId="08099B79" w:rsid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8369366" w14:textId="0724CB00" w:rsidR="007E3581" w:rsidRPr="00E9188B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Notificarea AM PR Centru cu privire la demararea activității de CD-etapa 2</w:t>
            </w:r>
          </w:p>
        </w:tc>
        <w:tc>
          <w:tcPr>
            <w:tcW w:w="2410" w:type="dxa"/>
            <w:shd w:val="clear" w:color="auto" w:fill="auto"/>
          </w:tcPr>
          <w:p w14:paraId="10C1ABD7" w14:textId="532268BC" w:rsidR="007E3581" w:rsidRPr="00CB085A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cu privire la demararea </w:t>
            </w:r>
            <w:r w:rsidR="007047FD">
              <w:rPr>
                <w:rFonts w:ascii="Calibri" w:hAnsi="Calibri" w:cs="Calibri"/>
                <w:sz w:val="22"/>
                <w:szCs w:val="22"/>
              </w:rPr>
              <w:t>activității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de CD</w:t>
            </w:r>
          </w:p>
        </w:tc>
        <w:tc>
          <w:tcPr>
            <w:tcW w:w="2693" w:type="dxa"/>
            <w:shd w:val="clear" w:color="auto" w:fill="auto"/>
          </w:tcPr>
          <w:p w14:paraId="2CB7A886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Se va completa de benefici-ar, dar nu mai târziu de:</w:t>
            </w:r>
          </w:p>
          <w:p w14:paraId="1CC8DE78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vi-</w:t>
            </w:r>
            <w:proofErr w:type="spellStart"/>
            <w:r w:rsidRPr="007E3581">
              <w:rPr>
                <w:rFonts w:ascii="Calibri" w:hAnsi="Calibri" w:cs="Calibri"/>
                <w:sz w:val="22"/>
                <w:szCs w:val="22"/>
              </w:rPr>
              <w:t>zează</w:t>
            </w:r>
            <w:proofErr w:type="spellEnd"/>
            <w:r w:rsidRPr="007E3581">
              <w:rPr>
                <w:rFonts w:ascii="Calibri" w:hAnsi="Calibri" w:cs="Calibri"/>
                <w:sz w:val="22"/>
                <w:szCs w:val="22"/>
              </w:rPr>
              <w:t xml:space="preserve"> și lucrări de </w:t>
            </w:r>
            <w:proofErr w:type="spellStart"/>
            <w:r w:rsidRPr="007E3581">
              <w:rPr>
                <w:rFonts w:ascii="Calibri" w:hAnsi="Calibri" w:cs="Calibri"/>
                <w:sz w:val="22"/>
                <w:szCs w:val="22"/>
              </w:rPr>
              <w:t>construc</w:t>
            </w:r>
            <w:proofErr w:type="spellEnd"/>
            <w:r w:rsidRPr="007E3581">
              <w:rPr>
                <w:rFonts w:ascii="Calibri" w:hAnsi="Calibri" w:cs="Calibri"/>
                <w:sz w:val="22"/>
                <w:szCs w:val="22"/>
              </w:rPr>
              <w:t>-ții</w:t>
            </w:r>
          </w:p>
          <w:p w14:paraId="70EA0D47" w14:textId="610B6780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lastRenderedPageBreak/>
              <w:t>-14 luni de la semnarea contractului de finanțare pentru proiectele care vizează achiziție de echipa-mente</w:t>
            </w:r>
          </w:p>
        </w:tc>
        <w:tc>
          <w:tcPr>
            <w:tcW w:w="1985" w:type="dxa"/>
            <w:shd w:val="clear" w:color="auto" w:fill="auto"/>
          </w:tcPr>
          <w:p w14:paraId="5E0C4325" w14:textId="24B48D33" w:rsidR="007E3581" w:rsidRPr="00CB085A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C114" w14:textId="77777777" w:rsidR="007E3581" w:rsidRPr="007E3581" w:rsidRDefault="007E3581" w:rsidP="007E35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0D1A" w:rsidRPr="00AC4BE0" w14:paraId="406E54DB" w14:textId="77777777" w:rsidTr="00CE7A19">
        <w:tc>
          <w:tcPr>
            <w:tcW w:w="567" w:type="dxa"/>
            <w:shd w:val="clear" w:color="auto" w:fill="auto"/>
          </w:tcPr>
          <w:p w14:paraId="25EC754F" w14:textId="1073CC06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728D87FC" w14:textId="77777777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3AA6B799" w14:textId="77777777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8DE3589" w14:textId="77777777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minim </w:t>
            </w:r>
            <w:r>
              <w:rPr>
                <w:rFonts w:ascii="Calibri" w:hAnsi="Calibri" w:cs="Calibri"/>
                <w:sz w:val="22"/>
                <w:szCs w:val="22"/>
              </w:rPr>
              <w:t>100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% din</w:t>
            </w:r>
          </w:p>
          <w:p w14:paraId="7B5D1CEE" w14:textId="2D2D048D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de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CD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definită conform prevederilor Ghidului solicitantului</w:t>
            </w:r>
            <w:r>
              <w:rPr>
                <w:rFonts w:ascii="Calibri" w:hAnsi="Calibri" w:cs="Calibri"/>
                <w:sz w:val="22"/>
                <w:szCs w:val="22"/>
              </w:rPr>
              <w:t>-etapa 2</w:t>
            </w:r>
          </w:p>
        </w:tc>
        <w:tc>
          <w:tcPr>
            <w:tcW w:w="1162" w:type="dxa"/>
            <w:shd w:val="clear" w:color="auto" w:fill="auto"/>
          </w:tcPr>
          <w:p w14:paraId="3E2BD05F" w14:textId="16A54A7B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31E5945E" w14:textId="781C3E04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Depunerea spre decontare la AM PR Centru de cereri de rambursare/plată în cuantum de </w:t>
            </w:r>
            <w:r>
              <w:rPr>
                <w:rFonts w:ascii="Calibri" w:hAnsi="Calibri" w:cs="Calibri"/>
                <w:sz w:val="22"/>
                <w:szCs w:val="22"/>
              </w:rPr>
              <w:t>100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% din activitatea de </w:t>
            </w:r>
            <w:r>
              <w:rPr>
                <w:rFonts w:ascii="Calibri" w:hAnsi="Calibri" w:cs="Calibri"/>
                <w:sz w:val="22"/>
                <w:szCs w:val="22"/>
              </w:rPr>
              <w:t>CD-etapa 2</w:t>
            </w:r>
          </w:p>
        </w:tc>
        <w:tc>
          <w:tcPr>
            <w:tcW w:w="2410" w:type="dxa"/>
            <w:shd w:val="clear" w:color="auto" w:fill="auto"/>
          </w:tcPr>
          <w:p w14:paraId="4F79BB68" w14:textId="19F42947" w:rsidR="00030D1A" w:rsidRPr="00CB085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46E038F9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2F67A6E" w14:textId="131FFFEE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emararea activității de cercetare-dezvoltare-etapa 2</w:t>
            </w:r>
          </w:p>
          <w:p w14:paraId="0C1755C8" w14:textId="22D58DD6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E117ADC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  <w:p w14:paraId="76429AB1" w14:textId="2DC31573" w:rsidR="00CA5993" w:rsidRPr="00CB085A" w:rsidRDefault="00CA5993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A5993">
              <w:rPr>
                <w:rFonts w:ascii="Calibri" w:hAnsi="Calibri" w:cs="Calibri"/>
                <w:sz w:val="22"/>
                <w:szCs w:val="22"/>
              </w:rPr>
              <w:t>raportul de vizită la locația de implementare a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6B9D" w14:textId="77777777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0D1A" w:rsidRPr="00AC4BE0" w14:paraId="10550DD7" w14:textId="77777777" w:rsidTr="00CE7A19">
        <w:tc>
          <w:tcPr>
            <w:tcW w:w="567" w:type="dxa"/>
            <w:shd w:val="clear" w:color="auto" w:fill="auto"/>
          </w:tcPr>
          <w:p w14:paraId="5A81C562" w14:textId="76D62CDD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3F7E2FB8" w14:textId="0CF0983D" w:rsidR="00030D1A" w:rsidRPr="00B97179" w:rsidRDefault="00030D1A" w:rsidP="00030D1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Îndeplinire indicatori de realizare </w:t>
            </w:r>
            <w:r>
              <w:rPr>
                <w:rFonts w:ascii="Calibri" w:hAnsi="Calibri" w:cs="Calibri"/>
                <w:sz w:val="22"/>
                <w:szCs w:val="22"/>
              </w:rPr>
              <w:t>si rezultatelor aferente etapei 2</w:t>
            </w:r>
          </w:p>
        </w:tc>
        <w:tc>
          <w:tcPr>
            <w:tcW w:w="1162" w:type="dxa"/>
            <w:shd w:val="clear" w:color="auto" w:fill="auto"/>
          </w:tcPr>
          <w:p w14:paraId="66F98DFE" w14:textId="5E31E5C2" w:rsidR="00030D1A" w:rsidRPr="00B97179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Calitativ, Cantitativ, </w:t>
            </w:r>
          </w:p>
        </w:tc>
        <w:tc>
          <w:tcPr>
            <w:tcW w:w="2268" w:type="dxa"/>
            <w:shd w:val="clear" w:color="auto" w:fill="auto"/>
          </w:tcPr>
          <w:p w14:paraId="646B1FF7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a:</w:t>
            </w:r>
          </w:p>
          <w:p w14:paraId="6412F2FF" w14:textId="60733B07" w:rsidR="00030D1A" w:rsidRP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Raportului de maturitate tehnologica (minim TRL 8);</w:t>
            </w:r>
          </w:p>
          <w:p w14:paraId="6A1FF9DF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  <w:r>
              <w:t xml:space="preserve"> Livrabil 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TRL 8: Procedurile de operare/utilizare</w:t>
            </w:r>
          </w:p>
          <w:p w14:paraId="6374F15E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</w:t>
            </w:r>
            <w:r w:rsidR="00751D50">
              <w:t xml:space="preserve"> </w:t>
            </w:r>
            <w:proofErr w:type="spellStart"/>
            <w:r w:rsidR="00751D50" w:rsidRPr="00751D50">
              <w:rPr>
                <w:rFonts w:ascii="Calibri" w:hAnsi="Calibri" w:cs="Calibri"/>
                <w:sz w:val="22"/>
                <w:szCs w:val="22"/>
              </w:rPr>
              <w:t>Aplicatii</w:t>
            </w:r>
            <w:proofErr w:type="spellEnd"/>
            <w:r w:rsidR="00751D50" w:rsidRPr="00751D50">
              <w:rPr>
                <w:rFonts w:ascii="Calibri" w:hAnsi="Calibri" w:cs="Calibri"/>
                <w:sz w:val="22"/>
                <w:szCs w:val="22"/>
              </w:rPr>
              <w:t xml:space="preserve"> pentru cereri de acordare a brevetelor de </w:t>
            </w:r>
            <w:proofErr w:type="spellStart"/>
            <w:r w:rsidR="00751D50" w:rsidRPr="00751D50">
              <w:rPr>
                <w:rFonts w:ascii="Calibri" w:hAnsi="Calibri" w:cs="Calibri"/>
                <w:sz w:val="22"/>
                <w:szCs w:val="22"/>
              </w:rPr>
              <w:t>inventii</w:t>
            </w:r>
            <w:proofErr w:type="spellEnd"/>
          </w:p>
          <w:p w14:paraId="0EC9358C" w14:textId="54F962C4" w:rsidR="00751D50" w:rsidRPr="00030D1A" w:rsidRDefault="00751D50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d)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1D50">
              <w:rPr>
                <w:rFonts w:ascii="Calibri" w:hAnsi="Calibri" w:cs="Calibri"/>
                <w:sz w:val="22"/>
                <w:szCs w:val="22"/>
              </w:rPr>
              <w:t xml:space="preserve">Dovada </w:t>
            </w:r>
            <w:proofErr w:type="spellStart"/>
            <w:r w:rsidRPr="00751D50">
              <w:rPr>
                <w:rFonts w:ascii="Calibri" w:hAnsi="Calibri" w:cs="Calibri"/>
                <w:sz w:val="22"/>
                <w:szCs w:val="22"/>
              </w:rPr>
              <w:t>publicarii</w:t>
            </w:r>
            <w:proofErr w:type="spellEnd"/>
            <w:r w:rsidRPr="00751D50">
              <w:rPr>
                <w:rFonts w:ascii="Calibri" w:hAnsi="Calibri" w:cs="Calibri"/>
                <w:sz w:val="22"/>
                <w:szCs w:val="22"/>
              </w:rPr>
              <w:t xml:space="preserve"> a rezultatului </w:t>
            </w:r>
            <w:r w:rsidR="007047FD" w:rsidRPr="00751D50">
              <w:rPr>
                <w:rFonts w:ascii="Calibri" w:hAnsi="Calibri" w:cs="Calibri"/>
                <w:sz w:val="22"/>
                <w:szCs w:val="22"/>
              </w:rPr>
              <w:t>cercetării</w:t>
            </w:r>
            <w:r w:rsidRPr="00751D5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1D50">
              <w:rPr>
                <w:rFonts w:ascii="Calibri" w:hAnsi="Calibri" w:cs="Calibri"/>
                <w:sz w:val="22"/>
                <w:szCs w:val="22"/>
              </w:rPr>
              <w:lastRenderedPageBreak/>
              <w:t>în reviste de specialitate</w:t>
            </w:r>
          </w:p>
        </w:tc>
        <w:tc>
          <w:tcPr>
            <w:tcW w:w="2410" w:type="dxa"/>
            <w:shd w:val="clear" w:color="auto" w:fill="auto"/>
          </w:tcPr>
          <w:p w14:paraId="1BFE429F" w14:textId="77777777" w:rsidR="007047FD" w:rsidRPr="007047FD" w:rsidRDefault="00030D1A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</w:t>
            </w:r>
            <w:r w:rsidR="007047FD" w:rsidRPr="007047FD">
              <w:rPr>
                <w:rFonts w:ascii="Calibri" w:hAnsi="Calibri" w:cs="Calibri"/>
                <w:sz w:val="22"/>
                <w:szCs w:val="22"/>
              </w:rPr>
              <w:t>a)Raportului de maturi-</w:t>
            </w:r>
            <w:proofErr w:type="spellStart"/>
            <w:r w:rsidR="007047FD" w:rsidRPr="007047FD">
              <w:rPr>
                <w:rFonts w:ascii="Calibri" w:hAnsi="Calibri" w:cs="Calibri"/>
                <w:sz w:val="22"/>
                <w:szCs w:val="22"/>
              </w:rPr>
              <w:t>tate</w:t>
            </w:r>
            <w:proofErr w:type="spellEnd"/>
            <w:r w:rsidR="007047FD" w:rsidRPr="007047FD">
              <w:rPr>
                <w:rFonts w:ascii="Calibri" w:hAnsi="Calibri" w:cs="Calibri"/>
                <w:sz w:val="22"/>
                <w:szCs w:val="22"/>
              </w:rPr>
              <w:t xml:space="preserve"> tehnologica (mi-</w:t>
            </w:r>
            <w:proofErr w:type="spellStart"/>
            <w:r w:rsidR="007047FD" w:rsidRPr="007047FD">
              <w:rPr>
                <w:rFonts w:ascii="Calibri" w:hAnsi="Calibri" w:cs="Calibri"/>
                <w:sz w:val="22"/>
                <w:szCs w:val="22"/>
              </w:rPr>
              <w:t>nim</w:t>
            </w:r>
            <w:proofErr w:type="spellEnd"/>
            <w:r w:rsidR="007047FD" w:rsidRPr="007047FD">
              <w:rPr>
                <w:rFonts w:ascii="Calibri" w:hAnsi="Calibri" w:cs="Calibri"/>
                <w:sz w:val="22"/>
                <w:szCs w:val="22"/>
              </w:rPr>
              <w:t xml:space="preserve"> TRL 8);</w:t>
            </w:r>
          </w:p>
          <w:p w14:paraId="044E81B1" w14:textId="6C6D0268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b) Livrabil TRL 8: Procedurile de opera-re/utilizare</w:t>
            </w:r>
          </w:p>
          <w:p w14:paraId="52D2120E" w14:textId="02BB7465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 xml:space="preserve">c) </w:t>
            </w:r>
            <w:proofErr w:type="spellStart"/>
            <w:r w:rsidRPr="007047FD">
              <w:rPr>
                <w:rFonts w:ascii="Calibri" w:hAnsi="Calibri" w:cs="Calibri"/>
                <w:sz w:val="22"/>
                <w:szCs w:val="22"/>
              </w:rPr>
              <w:t>Aplicatii</w:t>
            </w:r>
            <w:proofErr w:type="spellEnd"/>
            <w:r w:rsidRPr="007047FD">
              <w:rPr>
                <w:rFonts w:ascii="Calibri" w:hAnsi="Calibri" w:cs="Calibri"/>
                <w:sz w:val="22"/>
                <w:szCs w:val="22"/>
              </w:rPr>
              <w:t xml:space="preserve"> pentru cereri de acordare a brevetelor de </w:t>
            </w:r>
            <w:proofErr w:type="spellStart"/>
            <w:r w:rsidRPr="007047FD">
              <w:rPr>
                <w:rFonts w:ascii="Calibri" w:hAnsi="Calibri" w:cs="Calibri"/>
                <w:sz w:val="22"/>
                <w:szCs w:val="22"/>
              </w:rPr>
              <w:t>inventii</w:t>
            </w:r>
            <w:proofErr w:type="spellEnd"/>
          </w:p>
          <w:p w14:paraId="58180164" w14:textId="600B8A1C" w:rsidR="00030D1A" w:rsidRPr="00CB085A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 xml:space="preserve">d)  Dovada </w:t>
            </w:r>
            <w:proofErr w:type="spellStart"/>
            <w:r w:rsidRPr="007047FD">
              <w:rPr>
                <w:rFonts w:ascii="Calibri" w:hAnsi="Calibri" w:cs="Calibri"/>
                <w:sz w:val="22"/>
                <w:szCs w:val="22"/>
              </w:rPr>
              <w:t>publicarii</w:t>
            </w:r>
            <w:proofErr w:type="spellEnd"/>
            <w:r w:rsidRPr="007047FD">
              <w:rPr>
                <w:rFonts w:ascii="Calibri" w:hAnsi="Calibri" w:cs="Calibri"/>
                <w:sz w:val="22"/>
                <w:szCs w:val="22"/>
              </w:rPr>
              <w:t xml:space="preserve"> a rezultatului cercetării</w:t>
            </w:r>
          </w:p>
        </w:tc>
        <w:tc>
          <w:tcPr>
            <w:tcW w:w="2693" w:type="dxa"/>
            <w:shd w:val="clear" w:color="auto" w:fill="auto"/>
          </w:tcPr>
          <w:p w14:paraId="5DE33D4E" w14:textId="77777777" w:rsidR="00030D1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1B3AF80" w14:textId="77777777" w:rsidR="00030D1A" w:rsidRPr="007E3581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030D1A">
              <w:rPr>
                <w:rFonts w:ascii="Calibri" w:hAnsi="Calibri" w:cs="Calibri"/>
                <w:sz w:val="22"/>
                <w:szCs w:val="22"/>
              </w:rPr>
              <w:t>emararea activității de cercetare-dezvoltare-etapa 2</w:t>
            </w:r>
          </w:p>
          <w:p w14:paraId="2BFA48BF" w14:textId="497663E6" w:rsidR="00030D1A" w:rsidRPr="00CB085A" w:rsidRDefault="00030D1A" w:rsidP="00030D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7855080" w14:textId="2DEC486B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a)Raportului de maturitate tehnologica (minim TRL 8);</w:t>
            </w:r>
          </w:p>
          <w:p w14:paraId="606E2A2C" w14:textId="5CA2FF52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>b) Livrabil TRL 8: Procedurile de opera-re/utilizare</w:t>
            </w:r>
          </w:p>
          <w:p w14:paraId="7D54B47F" w14:textId="4B6D4EB0" w:rsidR="007047FD" w:rsidRPr="007047FD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 xml:space="preserve">c) </w:t>
            </w:r>
            <w:proofErr w:type="spellStart"/>
            <w:r w:rsidRPr="007047FD">
              <w:rPr>
                <w:rFonts w:ascii="Calibri" w:hAnsi="Calibri" w:cs="Calibri"/>
                <w:sz w:val="22"/>
                <w:szCs w:val="22"/>
              </w:rPr>
              <w:t>Aplicatii</w:t>
            </w:r>
            <w:proofErr w:type="spellEnd"/>
            <w:r w:rsidRPr="007047FD">
              <w:rPr>
                <w:rFonts w:ascii="Calibri" w:hAnsi="Calibri" w:cs="Calibri"/>
                <w:sz w:val="22"/>
                <w:szCs w:val="22"/>
              </w:rPr>
              <w:t xml:space="preserve"> pentru cereri de acordare a brevetelor de </w:t>
            </w:r>
            <w:proofErr w:type="spellStart"/>
            <w:r w:rsidRPr="007047FD">
              <w:rPr>
                <w:rFonts w:ascii="Calibri" w:hAnsi="Calibri" w:cs="Calibri"/>
                <w:sz w:val="22"/>
                <w:szCs w:val="22"/>
              </w:rPr>
              <w:t>inventii</w:t>
            </w:r>
            <w:proofErr w:type="spellEnd"/>
          </w:p>
          <w:p w14:paraId="3BC5A50C" w14:textId="3B7084EA" w:rsidR="00030D1A" w:rsidRPr="00CB085A" w:rsidRDefault="007047FD" w:rsidP="007047F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047FD">
              <w:rPr>
                <w:rFonts w:ascii="Calibri" w:hAnsi="Calibri" w:cs="Calibri"/>
                <w:sz w:val="22"/>
                <w:szCs w:val="22"/>
              </w:rPr>
              <w:t xml:space="preserve">d)  Dovada </w:t>
            </w:r>
            <w:proofErr w:type="spellStart"/>
            <w:r w:rsidRPr="007047FD">
              <w:rPr>
                <w:rFonts w:ascii="Calibri" w:hAnsi="Calibri" w:cs="Calibri"/>
                <w:sz w:val="22"/>
                <w:szCs w:val="22"/>
              </w:rPr>
              <w:t>publicrii</w:t>
            </w:r>
            <w:proofErr w:type="spellEnd"/>
            <w:r w:rsidRPr="007047FD">
              <w:rPr>
                <w:rFonts w:ascii="Calibri" w:hAnsi="Calibri" w:cs="Calibri"/>
                <w:sz w:val="22"/>
                <w:szCs w:val="22"/>
              </w:rPr>
              <w:t xml:space="preserve"> a rezultatului cercetării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B7C9" w14:textId="59D17A13" w:rsidR="00585781" w:rsidRPr="00585781" w:rsidRDefault="00030D1A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581">
              <w:rPr>
                <w:rFonts w:ascii="Calibri" w:hAnsi="Calibri" w:cs="Calibri"/>
                <w:sz w:val="22"/>
                <w:szCs w:val="22"/>
              </w:rPr>
              <w:t xml:space="preserve">Etapa </w:t>
            </w:r>
            <w:r w:rsidR="007047FD">
              <w:rPr>
                <w:rFonts w:ascii="Calibri" w:hAnsi="Calibri" w:cs="Calibri"/>
                <w:sz w:val="22"/>
                <w:szCs w:val="22"/>
              </w:rPr>
              <w:t>2</w:t>
            </w:r>
            <w:r w:rsidRPr="007E3581">
              <w:rPr>
                <w:rFonts w:ascii="Calibri" w:hAnsi="Calibri" w:cs="Calibri"/>
                <w:sz w:val="22"/>
                <w:szCs w:val="22"/>
              </w:rPr>
              <w:t xml:space="preserve"> se concretizează cu</w:t>
            </w:r>
            <w:r w:rsidR="00585781">
              <w:rPr>
                <w:rFonts w:ascii="Calibri" w:hAnsi="Calibri" w:cs="Calibri"/>
                <w:sz w:val="22"/>
                <w:szCs w:val="22"/>
              </w:rPr>
              <w:t xml:space="preserve"> un s</w:t>
            </w:r>
            <w:r w:rsidR="00585781" w:rsidRPr="00585781">
              <w:rPr>
                <w:rFonts w:ascii="Calibri" w:hAnsi="Calibri" w:cs="Calibri"/>
                <w:sz w:val="22"/>
                <w:szCs w:val="22"/>
              </w:rPr>
              <w:t>istem dovedit și pregătit pentru</w:t>
            </w:r>
          </w:p>
          <w:p w14:paraId="5128591C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implementarea comercială</w:t>
            </w:r>
          </w:p>
          <w:p w14:paraId="13EF5EC4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completă. Sistemul real dovedit prin</w:t>
            </w:r>
          </w:p>
          <w:p w14:paraId="611345A4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lastRenderedPageBreak/>
              <w:t>operațiuni de succes în mediul de</w:t>
            </w:r>
          </w:p>
          <w:p w14:paraId="3B638683" w14:textId="77777777" w:rsidR="00585781" w:rsidRPr="005857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operare și pregătit pentru</w:t>
            </w:r>
          </w:p>
          <w:p w14:paraId="28599926" w14:textId="742C1293" w:rsidR="00030D1A" w:rsidRPr="007E3581" w:rsidRDefault="00585781" w:rsidP="0058578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5781">
              <w:rPr>
                <w:rFonts w:ascii="Calibri" w:hAnsi="Calibri" w:cs="Calibri"/>
                <w:sz w:val="22"/>
                <w:szCs w:val="22"/>
              </w:rPr>
              <w:t>desfășurarea comercială completă.</w:t>
            </w:r>
          </w:p>
        </w:tc>
      </w:tr>
      <w:tr w:rsidR="00E81F78" w:rsidRPr="00AC4BE0" w14:paraId="06A72F30" w14:textId="77777777" w:rsidTr="00CE7A19">
        <w:tc>
          <w:tcPr>
            <w:tcW w:w="567" w:type="dxa"/>
            <w:shd w:val="clear" w:color="auto" w:fill="auto"/>
          </w:tcPr>
          <w:p w14:paraId="4255BEFF" w14:textId="765EC32D" w:rsidR="00E81F78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11</w:t>
            </w:r>
          </w:p>
        </w:tc>
        <w:tc>
          <w:tcPr>
            <w:tcW w:w="2099" w:type="dxa"/>
            <w:shd w:val="clear" w:color="auto" w:fill="auto"/>
          </w:tcPr>
          <w:p w14:paraId="6E8D2083" w14:textId="17EA07DB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</w:t>
            </w:r>
            <w:r>
              <w:rPr>
                <w:rFonts w:ascii="Calibri" w:hAnsi="Calibri" w:cs="Calibri"/>
                <w:sz w:val="22"/>
                <w:szCs w:val="22"/>
              </w:rPr>
              <w:t>a dosarelor de achiziții aferente etapei 3</w:t>
            </w:r>
          </w:p>
        </w:tc>
        <w:tc>
          <w:tcPr>
            <w:tcW w:w="1162" w:type="dxa"/>
            <w:shd w:val="clear" w:color="auto" w:fill="auto"/>
          </w:tcPr>
          <w:p w14:paraId="372546AA" w14:textId="7229846D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C14B203" w14:textId="463B5736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dosarelor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achizitii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4AC0D27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0FDF728" w14:textId="278155F4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3BA5D02B" w14:textId="65BCA234" w:rsidR="00E81F78" w:rsidRPr="00CB171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CB171B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CB171B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 luni de la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finalizarea etapei 2 </w:t>
            </w:r>
          </w:p>
          <w:p w14:paraId="19FF79BF" w14:textId="632FD9A9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8EE6169" w14:textId="3DBE12A5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BEEDB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1F78" w:rsidRPr="00AC4BE0" w14:paraId="026D640B" w14:textId="77777777" w:rsidTr="00CE7A19">
        <w:tc>
          <w:tcPr>
            <w:tcW w:w="567" w:type="dxa"/>
            <w:shd w:val="clear" w:color="auto" w:fill="auto"/>
          </w:tcPr>
          <w:p w14:paraId="45CAD5C1" w14:textId="79384D7F" w:rsidR="00E81F78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099" w:type="dxa"/>
            <w:shd w:val="clear" w:color="auto" w:fill="auto"/>
          </w:tcPr>
          <w:p w14:paraId="76418B4B" w14:textId="77777777" w:rsidR="00E81F78" w:rsidRPr="00B97179" w:rsidRDefault="00E81F78" w:rsidP="00E81F7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4B89C105" w14:textId="77777777" w:rsidR="00E81F78" w:rsidRPr="00B97179" w:rsidRDefault="00E81F78" w:rsidP="00E81F7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7EBEB18F" w14:textId="4A935B60" w:rsidR="00E81F78" w:rsidRPr="00B97179" w:rsidRDefault="00E81F78" w:rsidP="00E81F7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minim </w:t>
            </w:r>
            <w:r>
              <w:rPr>
                <w:rFonts w:ascii="Calibri" w:hAnsi="Calibri" w:cs="Calibri"/>
                <w:sz w:val="22"/>
                <w:szCs w:val="22"/>
              </w:rPr>
              <w:t>75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% din</w:t>
            </w:r>
          </w:p>
          <w:p w14:paraId="11772A41" w14:textId="37EA623E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productie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-etapa 3</w:t>
            </w:r>
          </w:p>
        </w:tc>
        <w:tc>
          <w:tcPr>
            <w:tcW w:w="1162" w:type="dxa"/>
            <w:shd w:val="clear" w:color="auto" w:fill="auto"/>
          </w:tcPr>
          <w:p w14:paraId="239CAAA0" w14:textId="6B0FDE5D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4C4A79A4" w14:textId="0068C70D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Depunerea spre decontare la AM PR Centru de cereri de rambursare/plată în cuantum de </w:t>
            </w:r>
            <w:r>
              <w:rPr>
                <w:rFonts w:ascii="Calibri" w:hAnsi="Calibri" w:cs="Calibri"/>
                <w:sz w:val="22"/>
                <w:szCs w:val="22"/>
              </w:rPr>
              <w:t>75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% din activitatea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productie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-etapa 3</w:t>
            </w:r>
          </w:p>
        </w:tc>
        <w:tc>
          <w:tcPr>
            <w:tcW w:w="2410" w:type="dxa"/>
            <w:shd w:val="clear" w:color="auto" w:fill="auto"/>
          </w:tcPr>
          <w:p w14:paraId="60296749" w14:textId="585B847D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49F69311" w14:textId="77777777" w:rsidR="00E81F78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374BCFC" w14:textId="588BA731" w:rsidR="00E81F78" w:rsidRPr="007E3581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030D1A">
              <w:rPr>
                <w:rFonts w:ascii="Calibri" w:hAnsi="Calibri" w:cs="Calibri"/>
                <w:sz w:val="22"/>
                <w:szCs w:val="22"/>
              </w:rPr>
              <w:t xml:space="preserve">emararea activității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productie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-comercializare-etapa 3</w:t>
            </w:r>
          </w:p>
          <w:p w14:paraId="2F6C4C23" w14:textId="77777777" w:rsidR="00E81F78" w:rsidRPr="00CB171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8B1B4C7" w14:textId="0082BFCE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1CE0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1F78" w:rsidRPr="00AC4BE0" w14:paraId="50E811A7" w14:textId="77777777" w:rsidTr="00CE7A19">
        <w:tc>
          <w:tcPr>
            <w:tcW w:w="567" w:type="dxa"/>
            <w:shd w:val="clear" w:color="auto" w:fill="auto"/>
          </w:tcPr>
          <w:p w14:paraId="774F5B08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A643569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3161C3CE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0EA1745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62F880B9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726F1A9C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2B5CD7F9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Se va completa de beneficiar  cu respectarea duratei de implementare a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3D6245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Raportul de progres final, raportul de vizită final la locația de implementare a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7F2F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  <w:tr w:rsidR="00E81F78" w:rsidRPr="00AC4BE0" w14:paraId="77648788" w14:textId="77777777" w:rsidTr="00CE7A19">
        <w:tc>
          <w:tcPr>
            <w:tcW w:w="567" w:type="dxa"/>
            <w:shd w:val="clear" w:color="auto" w:fill="auto"/>
          </w:tcPr>
          <w:p w14:paraId="71FA1CDD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14:paraId="23324B6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5B82ED9B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8E22894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273B845E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3151D261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2B00B0FA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54922336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B7E5" w14:textId="77777777" w:rsidR="00E81F78" w:rsidRPr="00E9188B" w:rsidRDefault="00E81F78" w:rsidP="00E81F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14:paraId="66B06736" w14:textId="77777777" w:rsidR="00166751" w:rsidRDefault="00166751" w:rsidP="00B71552">
      <w:pPr>
        <w:jc w:val="both"/>
        <w:rPr>
          <w:rFonts w:ascii="Calibri" w:hAnsi="Calibri" w:cs="Calibri"/>
        </w:rPr>
      </w:pPr>
    </w:p>
    <w:p w14:paraId="187477BC" w14:textId="77777777" w:rsidR="000E59DA" w:rsidRDefault="000E59DA" w:rsidP="00B71552">
      <w:pPr>
        <w:jc w:val="both"/>
        <w:rPr>
          <w:rFonts w:ascii="Calibri" w:hAnsi="Calibri" w:cs="Calibri"/>
        </w:rPr>
      </w:pPr>
    </w:p>
    <w:p w14:paraId="4722171A" w14:textId="77777777"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evaluat, într-o manieră obiectivă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01DD15F1" w14:textId="77777777"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199F7BB2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16591789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72E8B244" w14:textId="77777777"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40BD030" w14:textId="77777777" w:rsidR="00B71552" w:rsidRDefault="00B71552" w:rsidP="00E8080E">
      <w:pPr>
        <w:jc w:val="both"/>
        <w:rPr>
          <w:rFonts w:ascii="Calibri" w:hAnsi="Calibri" w:cs="Calibri"/>
        </w:rPr>
      </w:pPr>
    </w:p>
    <w:p w14:paraId="343EBA73" w14:textId="77777777" w:rsidR="000E59DA" w:rsidRDefault="000E59DA" w:rsidP="00E8080E">
      <w:pPr>
        <w:jc w:val="both"/>
        <w:rPr>
          <w:rFonts w:ascii="Calibri" w:hAnsi="Calibri" w:cs="Calibri"/>
        </w:rPr>
      </w:pPr>
    </w:p>
    <w:p w14:paraId="65838EAA" w14:textId="77777777"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lastRenderedPageBreak/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304F524" w14:textId="77777777" w:rsidR="00E8080E" w:rsidRPr="008272F8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pt-BR"/>
        </w:rPr>
      </w:pPr>
      <w:r w:rsidRPr="00E8080E">
        <w:rPr>
          <w:rFonts w:ascii="Calibri" w:hAnsi="Calibri" w:cs="Calibri"/>
        </w:rPr>
        <w:t xml:space="preserve">este parte integrantă a contractului de </w:t>
      </w:r>
      <w:proofErr w:type="spellStart"/>
      <w:r w:rsidRPr="00E8080E">
        <w:rPr>
          <w:rFonts w:ascii="Calibri" w:hAnsi="Calibri" w:cs="Calibri"/>
        </w:rPr>
        <w:t>finanţare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703D1056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14:paraId="71A89E2A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6CC8A9D1" w14:textId="77777777" w:rsidR="000E59DA" w:rsidRPr="00E8080E" w:rsidRDefault="000E59DA" w:rsidP="00E8080E">
      <w:pPr>
        <w:jc w:val="both"/>
        <w:rPr>
          <w:rFonts w:ascii="Calibri" w:hAnsi="Calibri" w:cs="Calibri"/>
        </w:rPr>
      </w:pPr>
    </w:p>
    <w:p w14:paraId="69279ACE" w14:textId="77777777" w:rsidR="00E8080E" w:rsidRDefault="00E8080E" w:rsidP="00E8080E">
      <w:pPr>
        <w:jc w:val="both"/>
        <w:rPr>
          <w:rFonts w:ascii="Calibri" w:hAnsi="Calibri" w:cs="Calibri"/>
        </w:rPr>
      </w:pPr>
    </w:p>
    <w:p w14:paraId="2F6AAF9F" w14:textId="77777777"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AE037FC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14:paraId="76D0947D" w14:textId="3FBD1AC8"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r w:rsidR="009C6CA3" w:rsidRPr="001A225C">
        <w:rPr>
          <w:rFonts w:ascii="Calibri" w:hAnsi="Calibri" w:cs="Calibri"/>
        </w:rPr>
        <w:t>adițional</w:t>
      </w:r>
      <w:r w:rsidRPr="001A225C">
        <w:rPr>
          <w:rFonts w:ascii="Calibri" w:hAnsi="Calibri" w:cs="Calibri"/>
        </w:rPr>
        <w:t xml:space="preserve"> la contractul de </w:t>
      </w:r>
      <w:proofErr w:type="spellStart"/>
      <w:r w:rsidRPr="001A225C">
        <w:rPr>
          <w:rFonts w:ascii="Calibri" w:hAnsi="Calibri" w:cs="Calibri"/>
        </w:rPr>
        <w:t>finanţare</w:t>
      </w:r>
      <w:proofErr w:type="spellEnd"/>
      <w:r w:rsidRPr="001A225C">
        <w:rPr>
          <w:rFonts w:ascii="Calibri" w:hAnsi="Calibri" w:cs="Calibri"/>
        </w:rPr>
        <w:t>.</w:t>
      </w:r>
    </w:p>
    <w:p w14:paraId="3ADD665D" w14:textId="77777777"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5AACC770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0A056" w14:textId="77777777" w:rsidR="00EA0A48" w:rsidRDefault="00EA0A48">
      <w:r>
        <w:separator/>
      </w:r>
    </w:p>
  </w:endnote>
  <w:endnote w:type="continuationSeparator" w:id="0">
    <w:p w14:paraId="3B6E5624" w14:textId="77777777" w:rsidR="00EA0A48" w:rsidRDefault="00EA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9D0B3" w14:textId="77777777" w:rsidR="00D82C57" w:rsidRDefault="00D82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2AD4199" w14:textId="77777777">
      <w:trPr>
        <w:cantSplit/>
        <w:trHeight w:hRule="exact" w:val="340"/>
        <w:hidden/>
      </w:trPr>
      <w:tc>
        <w:tcPr>
          <w:tcW w:w="9210" w:type="dxa"/>
        </w:tcPr>
        <w:p w14:paraId="734A4105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4BBA49E5" w14:textId="77777777" w:rsidR="00F12E7F" w:rsidRDefault="002C012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638C2BED" wp14:editId="137E05EE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4B64557" wp14:editId="3F8EF831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AD4449E" wp14:editId="6C5952EA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B1C2B1" w14:textId="77777777"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14:paraId="7286CB60" w14:textId="77777777"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CEBC0A" wp14:editId="4B10AE2A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E4FE6" w14:textId="77777777"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EC1866" w14:textId="77777777"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070E5D5" w14:textId="77777777"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9CEBC0A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wD9Q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" stroked="f">
              <v:stroke dashstyle="1 1" endcap="round"/>
              <v:textbox>
                <w:txbxContent>
                  <w:p w14:paraId="4B1E4FE6" w14:textId="77777777"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EC1866" w14:textId="77777777"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070E5D5" w14:textId="77777777"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F655A0" wp14:editId="5A3FC932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EDFB5" w14:textId="77777777"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14:paraId="1BA927AE" w14:textId="77777777"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9F655A0"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" filled="f" stroked="f">
              <v:textbox>
                <w:txbxContent>
                  <w:p w14:paraId="7E0EDFB5" w14:textId="77777777"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14:paraId="1BA927AE" w14:textId="77777777"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19049" w14:textId="77777777" w:rsidR="00072DDE" w:rsidRDefault="002C012A" w:rsidP="005D6105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F0A9FE8" wp14:editId="75A5592D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4AF16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9" w:name="_Hlk144205187"/>
                          <w:bookmarkStart w:id="10" w:name="_Hlk144205188"/>
                          <w:bookmarkStart w:id="11" w:name="_Hlk144205189"/>
                          <w:bookmarkStart w:id="12" w:name="_Hlk144205190"/>
                          <w:bookmarkStart w:id="13" w:name="_Hlk144205191"/>
                          <w:bookmarkStart w:id="14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C0DE2F0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BC80C72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  <w:bookmarkEnd w:id="1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F0A9FE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PNw2cbhAAAACwEAAA8AAAAAAAAAAAAA&#10;AAAAUQQAAGRycy9kb3ducmV2LnhtbFBLBQYAAAAABAAEAPMAAABfBQAAAAA=&#10;" stroked="f">
              <v:stroke dashstyle="1 1" endcap="round"/>
              <v:textbox>
                <w:txbxContent>
                  <w:p w14:paraId="6D94AF16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2" w:name="_Hlk144205187"/>
                    <w:bookmarkStart w:id="23" w:name="_Hlk144205188"/>
                    <w:bookmarkStart w:id="24" w:name="_Hlk144205189"/>
                    <w:bookmarkStart w:id="25" w:name="_Hlk144205190"/>
                    <w:bookmarkStart w:id="26" w:name="_Hlk144205191"/>
                    <w:bookmarkStart w:id="27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C0DE2F0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BC80C72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2"/>
                    <w:bookmarkEnd w:id="23"/>
                    <w:bookmarkEnd w:id="24"/>
                    <w:bookmarkEnd w:id="25"/>
                    <w:bookmarkEnd w:id="26"/>
                    <w:bookmarkEnd w:id="27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35B01A4" wp14:editId="355AD8CE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793C23B6" wp14:editId="1332E4E5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83EEB3" wp14:editId="3A6903C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89B7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283EEB3"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7A389B7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9C285FD" wp14:editId="669B2A8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E8742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69C285FD"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nT9Cb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79FE8742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C02BC" w14:textId="77777777" w:rsidR="00EA0A48" w:rsidRDefault="00EA0A48">
      <w:r>
        <w:separator/>
      </w:r>
    </w:p>
  </w:footnote>
  <w:footnote w:type="continuationSeparator" w:id="0">
    <w:p w14:paraId="147EC5EE" w14:textId="77777777" w:rsidR="00EA0A48" w:rsidRDefault="00EA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1BB71" w14:textId="71509678" w:rsidR="00D82C57" w:rsidRDefault="00D82C57">
    <w:pPr>
      <w:pStyle w:val="Header"/>
    </w:pPr>
    <w:r>
      <w:rPr>
        <w:noProof/>
      </w:rPr>
      <w:pict w14:anchorId="142BD9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8" o:spid="_x0000_s13314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6171C" w14:textId="646FCE7D" w:rsidR="002B3BB9" w:rsidRPr="00851382" w:rsidRDefault="00D82C57">
    <w:pPr>
      <w:pStyle w:val="Header"/>
      <w:rPr>
        <w:color w:val="999999"/>
      </w:rPr>
    </w:pPr>
    <w:r>
      <w:rPr>
        <w:noProof/>
      </w:rPr>
      <w:pict w14:anchorId="76ACF6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9" o:spid="_x0000_s13315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2C012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7AD1F28" wp14:editId="079112D5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C55C9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933F5CE" w14:textId="77777777" w:rsidR="00376CFE" w:rsidRPr="00851382" w:rsidRDefault="00376CFE" w:rsidP="00BE4473">
                            <w:pPr>
                              <w:pStyle w:val="Heading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7AD1F28"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14:paraId="69BC55C9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933F5CE" w14:textId="77777777" w:rsidR="00376CFE" w:rsidRPr="00851382" w:rsidRDefault="00376CFE" w:rsidP="00BE4473">
                      <w:pPr>
                        <w:pStyle w:val="Titlu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8" w:name="_Hlk144204999"/>
                      <w:bookmarkStart w:id="9" w:name="_Hlk144205000"/>
                      <w:bookmarkStart w:id="10" w:name="_Hlk144205001"/>
                      <w:bookmarkStart w:id="11" w:name="_Hlk144205002"/>
                      <w:bookmarkStart w:id="12" w:name="_Hlk144205003"/>
                      <w:bookmarkStart w:id="13" w:name="_Hlk144205004"/>
                      <w:bookmarkStart w:id="14" w:name="_Hlk144205005"/>
                      <w:bookmarkStart w:id="15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EEAC0" w14:textId="77D1E3B3" w:rsidR="002B3BB9" w:rsidRDefault="00D82C57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3D977E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7" o:spid="_x0000_s13313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2C012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5C16567C" wp14:editId="6000AC49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14DE532D" wp14:editId="302992FB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5F87269" wp14:editId="674A0E1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B3A84"/>
    <w:multiLevelType w:val="hybridMultilevel"/>
    <w:tmpl w:val="E9C85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85C46"/>
    <w:multiLevelType w:val="hybridMultilevel"/>
    <w:tmpl w:val="37028F06"/>
    <w:lvl w:ilvl="0" w:tplc="099C0028">
      <w:start w:val="1"/>
      <w:numFmt w:val="lowerLetter"/>
      <w:lvlText w:val="%1)"/>
      <w:lvlJc w:val="left"/>
      <w:pPr>
        <w:ind w:left="888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9"/>
  </w:num>
  <w:num w:numId="7">
    <w:abstractNumId w:val="12"/>
  </w:num>
  <w:num w:numId="8">
    <w:abstractNumId w:val="14"/>
  </w:num>
  <w:num w:numId="9">
    <w:abstractNumId w:val="1"/>
  </w:num>
  <w:num w:numId="10">
    <w:abstractNumId w:val="2"/>
  </w:num>
  <w:num w:numId="11">
    <w:abstractNumId w:val="17"/>
  </w:num>
  <w:num w:numId="12">
    <w:abstractNumId w:val="15"/>
  </w:num>
  <w:num w:numId="13">
    <w:abstractNumId w:val="18"/>
  </w:num>
  <w:num w:numId="14">
    <w:abstractNumId w:val="3"/>
  </w:num>
  <w:num w:numId="15">
    <w:abstractNumId w:val="9"/>
  </w:num>
  <w:num w:numId="16">
    <w:abstractNumId w:val="5"/>
  </w:num>
  <w:num w:numId="17">
    <w:abstractNumId w:val="16"/>
  </w:num>
  <w:num w:numId="18">
    <w:abstractNumId w:val="22"/>
  </w:num>
  <w:num w:numId="19">
    <w:abstractNumId w:val="11"/>
  </w:num>
  <w:num w:numId="20">
    <w:abstractNumId w:val="21"/>
  </w:num>
  <w:num w:numId="21">
    <w:abstractNumId w:val="0"/>
  </w:num>
  <w:num w:numId="22">
    <w:abstractNumId w:val="24"/>
  </w:num>
  <w:num w:numId="23">
    <w:abstractNumId w:val="4"/>
  </w:num>
  <w:num w:numId="24">
    <w:abstractNumId w:val="23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331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422F"/>
    <w:rsid w:val="00010205"/>
    <w:rsid w:val="000102D2"/>
    <w:rsid w:val="00011524"/>
    <w:rsid w:val="00011D45"/>
    <w:rsid w:val="00015620"/>
    <w:rsid w:val="00030D1A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3462"/>
    <w:rsid w:val="003C1E0C"/>
    <w:rsid w:val="003E2E03"/>
    <w:rsid w:val="003E516E"/>
    <w:rsid w:val="003E7761"/>
    <w:rsid w:val="003F4311"/>
    <w:rsid w:val="0040202F"/>
    <w:rsid w:val="00414040"/>
    <w:rsid w:val="0044054D"/>
    <w:rsid w:val="00445D5D"/>
    <w:rsid w:val="00453E8A"/>
    <w:rsid w:val="00454743"/>
    <w:rsid w:val="00456003"/>
    <w:rsid w:val="004647A5"/>
    <w:rsid w:val="00474F02"/>
    <w:rsid w:val="0047720B"/>
    <w:rsid w:val="004830C9"/>
    <w:rsid w:val="004A0E46"/>
    <w:rsid w:val="004A0F0F"/>
    <w:rsid w:val="004B7D74"/>
    <w:rsid w:val="004E0B86"/>
    <w:rsid w:val="004F39C3"/>
    <w:rsid w:val="004F4802"/>
    <w:rsid w:val="004F4881"/>
    <w:rsid w:val="00515542"/>
    <w:rsid w:val="00523BEA"/>
    <w:rsid w:val="005312BF"/>
    <w:rsid w:val="00535DE7"/>
    <w:rsid w:val="00550BE6"/>
    <w:rsid w:val="00551A93"/>
    <w:rsid w:val="005638A3"/>
    <w:rsid w:val="00566A78"/>
    <w:rsid w:val="005705BF"/>
    <w:rsid w:val="00585781"/>
    <w:rsid w:val="00592CDD"/>
    <w:rsid w:val="005A3D64"/>
    <w:rsid w:val="005A450E"/>
    <w:rsid w:val="005A6B00"/>
    <w:rsid w:val="005B4667"/>
    <w:rsid w:val="005C02C5"/>
    <w:rsid w:val="005C21C9"/>
    <w:rsid w:val="005C3CE8"/>
    <w:rsid w:val="005C7AFF"/>
    <w:rsid w:val="005D1307"/>
    <w:rsid w:val="005D6105"/>
    <w:rsid w:val="005E269B"/>
    <w:rsid w:val="0060665E"/>
    <w:rsid w:val="0061660A"/>
    <w:rsid w:val="00620CC3"/>
    <w:rsid w:val="00622307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E5159"/>
    <w:rsid w:val="006F098A"/>
    <w:rsid w:val="007047FD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1D50"/>
    <w:rsid w:val="00753B74"/>
    <w:rsid w:val="00754551"/>
    <w:rsid w:val="0075795D"/>
    <w:rsid w:val="007605D8"/>
    <w:rsid w:val="00761AE4"/>
    <w:rsid w:val="00767B73"/>
    <w:rsid w:val="00776028"/>
    <w:rsid w:val="007800CC"/>
    <w:rsid w:val="007A69A6"/>
    <w:rsid w:val="007B43EE"/>
    <w:rsid w:val="007C0BD5"/>
    <w:rsid w:val="007C2736"/>
    <w:rsid w:val="007C403D"/>
    <w:rsid w:val="007D12FD"/>
    <w:rsid w:val="007E3581"/>
    <w:rsid w:val="007F5827"/>
    <w:rsid w:val="008023D6"/>
    <w:rsid w:val="00807D9B"/>
    <w:rsid w:val="00817E49"/>
    <w:rsid w:val="008272F8"/>
    <w:rsid w:val="008275D5"/>
    <w:rsid w:val="00851382"/>
    <w:rsid w:val="00853563"/>
    <w:rsid w:val="00855F66"/>
    <w:rsid w:val="00857102"/>
    <w:rsid w:val="00862DBC"/>
    <w:rsid w:val="0088290B"/>
    <w:rsid w:val="008C0EAE"/>
    <w:rsid w:val="008C26CE"/>
    <w:rsid w:val="008E06AE"/>
    <w:rsid w:val="008E7688"/>
    <w:rsid w:val="008F06E9"/>
    <w:rsid w:val="0090484E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CA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05B6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5233"/>
    <w:rsid w:val="00B5489B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A5993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82C57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1F78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6"/>
    <o:shapelayout v:ext="edit">
      <o:idmap v:ext="edit" data="1"/>
    </o:shapelayout>
  </w:shapeDefaults>
  <w:decimalSymbol w:val="."/>
  <w:listSeparator w:val=","/>
  <w14:docId w14:val="63982DBB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ph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Heading2Char">
    <w:name w:val="Heading 2 Char"/>
    <w:link w:val="Heading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4Char">
    <w:name w:val="Heading 4 Char"/>
    <w:link w:val="Heading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leGrid">
    <w:name w:val="Table Grid"/>
    <w:basedOn w:val="Table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B466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667"/>
    <w:rPr>
      <w:sz w:val="20"/>
      <w:szCs w:val="20"/>
    </w:rPr>
  </w:style>
  <w:style w:type="character" w:customStyle="1" w:styleId="CommentTextChar">
    <w:name w:val="Comment Text Char"/>
    <w:link w:val="CommentText"/>
    <w:rsid w:val="005B4667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5B4667"/>
    <w:rPr>
      <w:b/>
      <w:bCs/>
    </w:rPr>
  </w:style>
  <w:style w:type="character" w:customStyle="1" w:styleId="CommentSubjectChar">
    <w:name w:val="Comment Subject Char"/>
    <w:link w:val="CommentSubject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0E3D0-79D6-4F10-9ACB-1DE5065FD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72</TotalTime>
  <Pages>8</Pages>
  <Words>1506</Words>
  <Characters>9371</Characters>
  <Application>Microsoft Office Word</Application>
  <DocSecurity>0</DocSecurity>
  <Lines>78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10856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11</cp:revision>
  <cp:lastPrinted>2022-03-29T08:07:00Z</cp:lastPrinted>
  <dcterms:created xsi:type="dcterms:W3CDTF">2023-08-29T09:49:00Z</dcterms:created>
  <dcterms:modified xsi:type="dcterms:W3CDTF">2023-11-29T06:24:00Z</dcterms:modified>
</cp:coreProperties>
</file>